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17" w:rsidRPr="00AB507A" w:rsidRDefault="00EB4194">
      <w:pPr>
        <w:rPr>
          <w:sz w:val="34"/>
          <w:lang w:val="fr-FR"/>
        </w:rPr>
      </w:pPr>
      <w:bookmarkStart w:id="0" w:name="_GoBack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Fais pas ci,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Viens ici,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mets toi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là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Attention prends pas froid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Ou sinon gare à toi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Mange ta soupe, allez, brosse toi les dents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Touche pas ça, fais dodo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Dis papa, dis maman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À dada prout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prout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cadet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À cheval sur mon bidet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Mets pas tes doigts dans le nez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Tu suces encore ton pouce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Qu'est-ce que t'as renversé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Ferme les yeux ouvre la bouche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Mange pas tes ongles vilain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Va te laver les mains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Ne traverse pas la rue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Sinon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panpan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tutu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À dada prout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prout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cadet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À cheval sur mon bidet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Laisse ton père travailler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Viens donc faire la vaisselle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Arrête de te chamailler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Réponds quand on t'appelle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Sois poli dis merci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à la dame laisse ta place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C'est l'heure d'aller au lit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Faut pas rater la classe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À dada prout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prout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cadet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À cheval sur mon bidet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Tu me fatigues je n'en peux plus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lastRenderedPageBreak/>
        <w:t>Dis bonjour dis bonsoir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Ne cours pas dans le couloir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Sinon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panpan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tutu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Viens ici ôte toi de là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Prends la porte sors d'ici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Écoute ce qu'on te dis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À dada prout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prout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cadet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À cheval sur mon bidet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Tête de mule tête de bois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Tu vas recevoir une beigne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Qu'est-ce que t'as fait de mon peigne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Je ne le dirai pas deux fois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Tu n'es qu'un bon à rien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Je le dis pour ton bien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Si tu ne fais rien de meilleur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Tu seras balayeur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À dada prout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prout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cadet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À cheval sur mon bidet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Vous en faites pas les gars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Vous en faites pas les gars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Moi aussi on m'a dit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Fais pas ci fais pas ça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Et j'en suis arrivé là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Et j'en suis arrivé là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>Et j'en suis arrivé là</w:t>
      </w:r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  <w:t xml:space="preserve">La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br/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proofErr w:type="spellEnd"/>
      <w:r w:rsidRPr="00AB507A">
        <w:rPr>
          <w:rFonts w:ascii="Arial" w:hAnsi="Arial" w:cs="Arial"/>
          <w:color w:val="000000"/>
          <w:sz w:val="30"/>
          <w:szCs w:val="18"/>
          <w:lang w:val="fr-FR"/>
        </w:rPr>
        <w:t xml:space="preserve"> </w:t>
      </w:r>
      <w:proofErr w:type="spellStart"/>
      <w:r w:rsidRPr="00AB507A">
        <w:rPr>
          <w:rFonts w:ascii="Arial" w:hAnsi="Arial" w:cs="Arial"/>
          <w:color w:val="000000"/>
          <w:sz w:val="30"/>
          <w:szCs w:val="18"/>
          <w:lang w:val="fr-FR"/>
        </w:rPr>
        <w:t>la</w:t>
      </w:r>
      <w:bookmarkEnd w:id="0"/>
      <w:proofErr w:type="spellEnd"/>
    </w:p>
    <w:sectPr w:rsidR="00EF2617" w:rsidRPr="00AB507A" w:rsidSect="00AB507A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194"/>
    <w:rsid w:val="00AB507A"/>
    <w:rsid w:val="00EB4194"/>
    <w:rsid w:val="00E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E1273-E9FF-49E3-84EF-67059EC7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7986797E</Template>
  <TotalTime>202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Wharfedale School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1</cp:revision>
  <dcterms:created xsi:type="dcterms:W3CDTF">2015-02-23T15:01:00Z</dcterms:created>
  <dcterms:modified xsi:type="dcterms:W3CDTF">2015-02-23T18:23:00Z</dcterms:modified>
</cp:coreProperties>
</file>